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686717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68671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686717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686717">
              <w:rPr>
                <w:rFonts w:ascii="Arial" w:hAnsi="Arial" w:cs="Arial"/>
                <w:sz w:val="18"/>
                <w:szCs w:val="18"/>
              </w:rPr>
              <w:t>Right transient blur ( amaurosis fugax)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3449320</wp:posOffset>
                      </wp:positionH>
                      <wp:positionV relativeFrom="paragraph">
                        <wp:posOffset>2323465</wp:posOffset>
                      </wp:positionV>
                      <wp:extent cx="309880" cy="1852295"/>
                      <wp:effectExtent l="6985" t="11430" r="6985" b="12700"/>
                      <wp:wrapNone/>
                      <wp:docPr id="53" name="Freeform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9880" cy="1852295"/>
                              </a:xfrm>
                              <a:custGeom>
                                <a:avLst/>
                                <a:gdLst>
                                  <a:gd name="T0" fmla="*/ 14 w 488"/>
                                  <a:gd name="T1" fmla="*/ 2825 h 2917"/>
                                  <a:gd name="T2" fmla="*/ 114 w 488"/>
                                  <a:gd name="T3" fmla="*/ 2519 h 2917"/>
                                  <a:gd name="T4" fmla="*/ 234 w 488"/>
                                  <a:gd name="T5" fmla="*/ 1965 h 2917"/>
                                  <a:gd name="T6" fmla="*/ 427 w 488"/>
                                  <a:gd name="T7" fmla="*/ 1045 h 2917"/>
                                  <a:gd name="T8" fmla="*/ 481 w 488"/>
                                  <a:gd name="T9" fmla="*/ 525 h 2917"/>
                                  <a:gd name="T10" fmla="*/ 467 w 488"/>
                                  <a:gd name="T11" fmla="*/ 192 h 2917"/>
                                  <a:gd name="T12" fmla="*/ 361 w 488"/>
                                  <a:gd name="T13" fmla="*/ 5 h 2917"/>
                                  <a:gd name="T14" fmla="*/ 441 w 488"/>
                                  <a:gd name="T15" fmla="*/ 165 h 2917"/>
                                  <a:gd name="T16" fmla="*/ 447 w 488"/>
                                  <a:gd name="T17" fmla="*/ 539 h 2917"/>
                                  <a:gd name="T18" fmla="*/ 367 w 488"/>
                                  <a:gd name="T19" fmla="*/ 1185 h 2917"/>
                                  <a:gd name="T20" fmla="*/ 201 w 488"/>
                                  <a:gd name="T21" fmla="*/ 1965 h 2917"/>
                                  <a:gd name="T22" fmla="*/ 14 w 488"/>
                                  <a:gd name="T23" fmla="*/ 2825 h 29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88" h="2917">
                                    <a:moveTo>
                                      <a:pt x="14" y="2825"/>
                                    </a:moveTo>
                                    <a:cubicBezTo>
                                      <a:pt x="0" y="2917"/>
                                      <a:pt x="77" y="2662"/>
                                      <a:pt x="114" y="2519"/>
                                    </a:cubicBezTo>
                                    <a:cubicBezTo>
                                      <a:pt x="151" y="2376"/>
                                      <a:pt x="182" y="2211"/>
                                      <a:pt x="234" y="1965"/>
                                    </a:cubicBezTo>
                                    <a:cubicBezTo>
                                      <a:pt x="286" y="1719"/>
                                      <a:pt x="386" y="1285"/>
                                      <a:pt x="427" y="1045"/>
                                    </a:cubicBezTo>
                                    <a:cubicBezTo>
                                      <a:pt x="468" y="805"/>
                                      <a:pt x="474" y="667"/>
                                      <a:pt x="481" y="525"/>
                                    </a:cubicBezTo>
                                    <a:cubicBezTo>
                                      <a:pt x="488" y="383"/>
                                      <a:pt x="487" y="279"/>
                                      <a:pt x="467" y="192"/>
                                    </a:cubicBezTo>
                                    <a:cubicBezTo>
                                      <a:pt x="447" y="105"/>
                                      <a:pt x="365" y="10"/>
                                      <a:pt x="361" y="5"/>
                                    </a:cubicBezTo>
                                    <a:cubicBezTo>
                                      <a:pt x="357" y="0"/>
                                      <a:pt x="427" y="76"/>
                                      <a:pt x="441" y="165"/>
                                    </a:cubicBezTo>
                                    <a:cubicBezTo>
                                      <a:pt x="455" y="254"/>
                                      <a:pt x="459" y="369"/>
                                      <a:pt x="447" y="539"/>
                                    </a:cubicBezTo>
                                    <a:cubicBezTo>
                                      <a:pt x="435" y="709"/>
                                      <a:pt x="408" y="947"/>
                                      <a:pt x="367" y="1185"/>
                                    </a:cubicBezTo>
                                    <a:cubicBezTo>
                                      <a:pt x="326" y="1423"/>
                                      <a:pt x="260" y="1692"/>
                                      <a:pt x="201" y="1965"/>
                                    </a:cubicBezTo>
                                    <a:cubicBezTo>
                                      <a:pt x="142" y="2238"/>
                                      <a:pt x="28" y="2733"/>
                                      <a:pt x="14" y="28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E8319" id="Freeform 494" o:spid="_x0000_s1026" style="position:absolute;margin-left:271.6pt;margin-top:182.95pt;width:24.4pt;height:145.8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" path="m14,2825c,2917,77,2662,114,2519v37,-143,68,-308,120,-554c286,1719,386,1285,427,1045,468,805,474,667,481,525v7,-142,6,-246,-14,-333c447,105,365,10,361,5v-4,-5,66,71,80,160c455,254,459,369,447,539v-12,170,-39,408,-80,646c326,1423,260,1692,201,1965,142,2238,28,2733,14,2825xe" fillcolor="gray">
                      <v:path arrowok="t" o:connecttype="custom" o:connectlocs="8890,1793875;72390,1599565;148590,1247775;271145,663575;305435,333375;296545,121920;229235,3175;280035,104775;283845,342265;233045,752475;127635,1247775;8890,1793875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3748405</wp:posOffset>
                      </wp:positionH>
                      <wp:positionV relativeFrom="paragraph">
                        <wp:posOffset>1005205</wp:posOffset>
                      </wp:positionV>
                      <wp:extent cx="240030" cy="1338580"/>
                      <wp:effectExtent l="10795" t="7620" r="6350" b="6350"/>
                      <wp:wrapNone/>
                      <wp:docPr id="52" name="Freeform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0030" cy="1338580"/>
                              </a:xfrm>
                              <a:custGeom>
                                <a:avLst/>
                                <a:gdLst>
                                  <a:gd name="T0" fmla="*/ 336 w 378"/>
                                  <a:gd name="T1" fmla="*/ 35 h 2108"/>
                                  <a:gd name="T2" fmla="*/ 370 w 378"/>
                                  <a:gd name="T3" fmla="*/ 741 h 2108"/>
                                  <a:gd name="T4" fmla="*/ 290 w 378"/>
                                  <a:gd name="T5" fmla="*/ 1248 h 2108"/>
                                  <a:gd name="T6" fmla="*/ 210 w 378"/>
                                  <a:gd name="T7" fmla="*/ 1661 h 2108"/>
                                  <a:gd name="T8" fmla="*/ 176 w 378"/>
                                  <a:gd name="T9" fmla="*/ 1968 h 2108"/>
                                  <a:gd name="T10" fmla="*/ 143 w 378"/>
                                  <a:gd name="T11" fmla="*/ 2101 h 2108"/>
                                  <a:gd name="T12" fmla="*/ 76 w 378"/>
                                  <a:gd name="T13" fmla="*/ 2008 h 2108"/>
                                  <a:gd name="T14" fmla="*/ 30 w 378"/>
                                  <a:gd name="T15" fmla="*/ 1648 h 2108"/>
                                  <a:gd name="T16" fmla="*/ 10 w 378"/>
                                  <a:gd name="T17" fmla="*/ 1328 h 2108"/>
                                  <a:gd name="T18" fmla="*/ 90 w 378"/>
                                  <a:gd name="T19" fmla="*/ 1895 h 2108"/>
                                  <a:gd name="T20" fmla="*/ 123 w 378"/>
                                  <a:gd name="T21" fmla="*/ 2035 h 2108"/>
                                  <a:gd name="T22" fmla="*/ 163 w 378"/>
                                  <a:gd name="T23" fmla="*/ 1801 h 2108"/>
                                  <a:gd name="T24" fmla="*/ 183 w 378"/>
                                  <a:gd name="T25" fmla="*/ 1501 h 2108"/>
                                  <a:gd name="T26" fmla="*/ 310 w 378"/>
                                  <a:gd name="T27" fmla="*/ 1015 h 2108"/>
                                  <a:gd name="T28" fmla="*/ 350 w 378"/>
                                  <a:gd name="T29" fmla="*/ 528 h 2108"/>
                                  <a:gd name="T30" fmla="*/ 336 w 378"/>
                                  <a:gd name="T31" fmla="*/ 35 h 2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78" h="2108">
                                    <a:moveTo>
                                      <a:pt x="336" y="35"/>
                                    </a:moveTo>
                                    <a:cubicBezTo>
                                      <a:pt x="339" y="70"/>
                                      <a:pt x="378" y="539"/>
                                      <a:pt x="370" y="741"/>
                                    </a:cubicBezTo>
                                    <a:cubicBezTo>
                                      <a:pt x="362" y="943"/>
                                      <a:pt x="317" y="1095"/>
                                      <a:pt x="290" y="1248"/>
                                    </a:cubicBezTo>
                                    <a:cubicBezTo>
                                      <a:pt x="263" y="1401"/>
                                      <a:pt x="229" y="1541"/>
                                      <a:pt x="210" y="1661"/>
                                    </a:cubicBezTo>
                                    <a:cubicBezTo>
                                      <a:pt x="191" y="1781"/>
                                      <a:pt x="187" y="1895"/>
                                      <a:pt x="176" y="1968"/>
                                    </a:cubicBezTo>
                                    <a:cubicBezTo>
                                      <a:pt x="165" y="2041"/>
                                      <a:pt x="160" y="2094"/>
                                      <a:pt x="143" y="2101"/>
                                    </a:cubicBezTo>
                                    <a:cubicBezTo>
                                      <a:pt x="126" y="2108"/>
                                      <a:pt x="95" y="2083"/>
                                      <a:pt x="76" y="2008"/>
                                    </a:cubicBezTo>
                                    <a:cubicBezTo>
                                      <a:pt x="57" y="1933"/>
                                      <a:pt x="41" y="1761"/>
                                      <a:pt x="30" y="1648"/>
                                    </a:cubicBezTo>
                                    <a:cubicBezTo>
                                      <a:pt x="19" y="1535"/>
                                      <a:pt x="0" y="1287"/>
                                      <a:pt x="10" y="1328"/>
                                    </a:cubicBezTo>
                                    <a:cubicBezTo>
                                      <a:pt x="20" y="1369"/>
                                      <a:pt x="71" y="1777"/>
                                      <a:pt x="90" y="1895"/>
                                    </a:cubicBezTo>
                                    <a:cubicBezTo>
                                      <a:pt x="109" y="2013"/>
                                      <a:pt x="111" y="2051"/>
                                      <a:pt x="123" y="2035"/>
                                    </a:cubicBezTo>
                                    <a:cubicBezTo>
                                      <a:pt x="135" y="2019"/>
                                      <a:pt x="153" y="1890"/>
                                      <a:pt x="163" y="1801"/>
                                    </a:cubicBezTo>
                                    <a:cubicBezTo>
                                      <a:pt x="173" y="1712"/>
                                      <a:pt x="159" y="1632"/>
                                      <a:pt x="183" y="1501"/>
                                    </a:cubicBezTo>
                                    <a:cubicBezTo>
                                      <a:pt x="207" y="1370"/>
                                      <a:pt x="282" y="1177"/>
                                      <a:pt x="310" y="1015"/>
                                    </a:cubicBezTo>
                                    <a:cubicBezTo>
                                      <a:pt x="338" y="853"/>
                                      <a:pt x="346" y="691"/>
                                      <a:pt x="350" y="528"/>
                                    </a:cubicBezTo>
                                    <a:cubicBezTo>
                                      <a:pt x="354" y="365"/>
                                      <a:pt x="333" y="0"/>
                                      <a:pt x="336" y="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6293B" id="Freeform 493" o:spid="_x0000_s1026" style="position:absolute;margin-left:295.15pt;margin-top:79.15pt;width:18.9pt;height:105.4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8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" path="m336,35v3,35,42,504,34,706c362,943,317,1095,290,1248v-27,153,-61,293,-80,413c191,1781,187,1895,176,1968v-11,73,-16,126,-33,133c126,2108,95,2083,76,2008,57,1933,41,1761,30,1648,19,1535,,1287,10,1328v10,41,61,449,80,567c109,2013,111,2051,123,2035v12,-16,30,-145,40,-234c173,1712,159,1632,183,1501v24,-131,99,-324,127,-486c338,853,346,691,350,528,354,365,333,,336,35xe" fillcolor="gray">
                      <v:path arrowok="t" o:connecttype="custom" o:connectlocs="213360,22225;234950,470535;184150,792480;133350,1054735;111760,1249680;90805,1334135;48260,1275080;19050,1046480;6350,843280;57150,1203325;78105,1292225;103505,1143635;116205,953135;196850,644525;222250,335280;213360,22225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977265</wp:posOffset>
                      </wp:positionV>
                      <wp:extent cx="441325" cy="3172460"/>
                      <wp:effectExtent l="5715" t="8255" r="10160" b="10160"/>
                      <wp:wrapNone/>
                      <wp:docPr id="51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1325" cy="3172460"/>
                              </a:xfrm>
                              <a:custGeom>
                                <a:avLst/>
                                <a:gdLst>
                                  <a:gd name="T0" fmla="*/ 18 w 695"/>
                                  <a:gd name="T1" fmla="*/ 4952 h 4996"/>
                                  <a:gd name="T2" fmla="*/ 71 w 695"/>
                                  <a:gd name="T3" fmla="*/ 4512 h 4996"/>
                                  <a:gd name="T4" fmla="*/ 264 w 695"/>
                                  <a:gd name="T5" fmla="*/ 3632 h 4996"/>
                                  <a:gd name="T6" fmla="*/ 511 w 695"/>
                                  <a:gd name="T7" fmla="*/ 2472 h 4996"/>
                                  <a:gd name="T8" fmla="*/ 624 w 695"/>
                                  <a:gd name="T9" fmla="*/ 1845 h 4996"/>
                                  <a:gd name="T10" fmla="*/ 638 w 695"/>
                                  <a:gd name="T11" fmla="*/ 1072 h 4996"/>
                                  <a:gd name="T12" fmla="*/ 618 w 695"/>
                                  <a:gd name="T13" fmla="*/ 39 h 4996"/>
                                  <a:gd name="T14" fmla="*/ 664 w 695"/>
                                  <a:gd name="T15" fmla="*/ 839 h 4996"/>
                                  <a:gd name="T16" fmla="*/ 684 w 695"/>
                                  <a:gd name="T17" fmla="*/ 1492 h 4996"/>
                                  <a:gd name="T18" fmla="*/ 658 w 695"/>
                                  <a:gd name="T19" fmla="*/ 1952 h 4996"/>
                                  <a:gd name="T20" fmla="*/ 464 w 695"/>
                                  <a:gd name="T21" fmla="*/ 2899 h 4996"/>
                                  <a:gd name="T22" fmla="*/ 178 w 695"/>
                                  <a:gd name="T23" fmla="*/ 4245 h 4996"/>
                                  <a:gd name="T24" fmla="*/ 18 w 695"/>
                                  <a:gd name="T25" fmla="*/ 4952 h 49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95" h="4996">
                                    <a:moveTo>
                                      <a:pt x="18" y="4952"/>
                                    </a:moveTo>
                                    <a:cubicBezTo>
                                      <a:pt x="0" y="4996"/>
                                      <a:pt x="30" y="4732"/>
                                      <a:pt x="71" y="4512"/>
                                    </a:cubicBezTo>
                                    <a:cubicBezTo>
                                      <a:pt x="112" y="4292"/>
                                      <a:pt x="191" y="3972"/>
                                      <a:pt x="264" y="3632"/>
                                    </a:cubicBezTo>
                                    <a:cubicBezTo>
                                      <a:pt x="337" y="3292"/>
                                      <a:pt x="451" y="2770"/>
                                      <a:pt x="511" y="2472"/>
                                    </a:cubicBezTo>
                                    <a:cubicBezTo>
                                      <a:pt x="571" y="2174"/>
                                      <a:pt x="603" y="2078"/>
                                      <a:pt x="624" y="1845"/>
                                    </a:cubicBezTo>
                                    <a:cubicBezTo>
                                      <a:pt x="645" y="1612"/>
                                      <a:pt x="639" y="1373"/>
                                      <a:pt x="638" y="1072"/>
                                    </a:cubicBezTo>
                                    <a:cubicBezTo>
                                      <a:pt x="637" y="771"/>
                                      <a:pt x="614" y="78"/>
                                      <a:pt x="618" y="39"/>
                                    </a:cubicBezTo>
                                    <a:cubicBezTo>
                                      <a:pt x="622" y="0"/>
                                      <a:pt x="653" y="597"/>
                                      <a:pt x="664" y="839"/>
                                    </a:cubicBezTo>
                                    <a:cubicBezTo>
                                      <a:pt x="675" y="1081"/>
                                      <a:pt x="685" y="1307"/>
                                      <a:pt x="684" y="1492"/>
                                    </a:cubicBezTo>
                                    <a:cubicBezTo>
                                      <a:pt x="683" y="1677"/>
                                      <a:pt x="695" y="1718"/>
                                      <a:pt x="658" y="1952"/>
                                    </a:cubicBezTo>
                                    <a:cubicBezTo>
                                      <a:pt x="621" y="2186"/>
                                      <a:pt x="544" y="2517"/>
                                      <a:pt x="464" y="2899"/>
                                    </a:cubicBezTo>
                                    <a:cubicBezTo>
                                      <a:pt x="384" y="3281"/>
                                      <a:pt x="252" y="3903"/>
                                      <a:pt x="178" y="4245"/>
                                    </a:cubicBezTo>
                                    <a:cubicBezTo>
                                      <a:pt x="104" y="4587"/>
                                      <a:pt x="36" y="4908"/>
                                      <a:pt x="18" y="4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336850" id="Freeform 492" o:spid="_x0000_s1026" style="position:absolute;margin-left:294.75pt;margin-top:76.95pt;width:34.75pt;height:249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5,4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" path="m18,4952c,4996,30,4732,71,4512v41,-220,120,-540,193,-880c337,3292,451,2770,511,2472v60,-298,92,-394,113,-627c645,1612,639,1373,638,1072,637,771,614,78,618,39v4,-39,35,558,46,800c675,1081,685,1307,684,1492v-1,185,11,226,-26,460c621,2186,544,2517,464,2899,384,3281,252,3903,178,4245,104,4587,36,4908,18,4952xe" fillcolor="gray">
                      <v:path arrowok="t" o:connecttype="custom" o:connectlocs="11430,3144520;45085,2865120;167640,2306320;324485,1569720;396240,1171575;405130,680720;392430,24765;421640,532765;434340,947420;417830,1239520;294640,1840865;113030,2695575;11430,3144520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2373630</wp:posOffset>
                      </wp:positionH>
                      <wp:positionV relativeFrom="paragraph">
                        <wp:posOffset>2339975</wp:posOffset>
                      </wp:positionV>
                      <wp:extent cx="449580" cy="1778000"/>
                      <wp:effectExtent l="7620" t="8890" r="9525" b="13335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9580" cy="1778000"/>
                              </a:xfrm>
                              <a:custGeom>
                                <a:avLst/>
                                <a:gdLst>
                                  <a:gd name="T0" fmla="*/ 75 w 708"/>
                                  <a:gd name="T1" fmla="*/ 13 h 2800"/>
                                  <a:gd name="T2" fmla="*/ 8 w 708"/>
                                  <a:gd name="T3" fmla="*/ 226 h 2800"/>
                                  <a:gd name="T4" fmla="*/ 41 w 708"/>
                                  <a:gd name="T5" fmla="*/ 579 h 2800"/>
                                  <a:gd name="T6" fmla="*/ 255 w 708"/>
                                  <a:gd name="T7" fmla="*/ 1406 h 2800"/>
                                  <a:gd name="T8" fmla="*/ 515 w 708"/>
                                  <a:gd name="T9" fmla="*/ 2313 h 2800"/>
                                  <a:gd name="T10" fmla="*/ 701 w 708"/>
                                  <a:gd name="T11" fmla="*/ 2753 h 2800"/>
                                  <a:gd name="T12" fmla="*/ 475 w 708"/>
                                  <a:gd name="T13" fmla="*/ 2033 h 2800"/>
                                  <a:gd name="T14" fmla="*/ 155 w 708"/>
                                  <a:gd name="T15" fmla="*/ 879 h 2800"/>
                                  <a:gd name="T16" fmla="*/ 41 w 708"/>
                                  <a:gd name="T17" fmla="*/ 306 h 2800"/>
                                  <a:gd name="T18" fmla="*/ 75 w 708"/>
                                  <a:gd name="T19" fmla="*/ 13 h 28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708" h="2800">
                                    <a:moveTo>
                                      <a:pt x="75" y="13"/>
                                    </a:moveTo>
                                    <a:cubicBezTo>
                                      <a:pt x="70" y="0"/>
                                      <a:pt x="14" y="132"/>
                                      <a:pt x="8" y="226"/>
                                    </a:cubicBezTo>
                                    <a:cubicBezTo>
                                      <a:pt x="2" y="320"/>
                                      <a:pt x="0" y="382"/>
                                      <a:pt x="41" y="579"/>
                                    </a:cubicBezTo>
                                    <a:cubicBezTo>
                                      <a:pt x="82" y="776"/>
                                      <a:pt x="176" y="1117"/>
                                      <a:pt x="255" y="1406"/>
                                    </a:cubicBezTo>
                                    <a:cubicBezTo>
                                      <a:pt x="334" y="1695"/>
                                      <a:pt x="441" y="2088"/>
                                      <a:pt x="515" y="2313"/>
                                    </a:cubicBezTo>
                                    <a:cubicBezTo>
                                      <a:pt x="589" y="2538"/>
                                      <a:pt x="708" y="2800"/>
                                      <a:pt x="701" y="2753"/>
                                    </a:cubicBezTo>
                                    <a:cubicBezTo>
                                      <a:pt x="694" y="2706"/>
                                      <a:pt x="566" y="2345"/>
                                      <a:pt x="475" y="2033"/>
                                    </a:cubicBezTo>
                                    <a:cubicBezTo>
                                      <a:pt x="384" y="1721"/>
                                      <a:pt x="227" y="1167"/>
                                      <a:pt x="155" y="879"/>
                                    </a:cubicBezTo>
                                    <a:cubicBezTo>
                                      <a:pt x="83" y="591"/>
                                      <a:pt x="54" y="450"/>
                                      <a:pt x="41" y="306"/>
                                    </a:cubicBezTo>
                                    <a:cubicBezTo>
                                      <a:pt x="28" y="162"/>
                                      <a:pt x="80" y="26"/>
                                      <a:pt x="75" y="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B45943" id="Freeform 491" o:spid="_x0000_s1026" style="position:absolute;margin-left:186.9pt;margin-top:184.25pt;width:35.4pt;height:140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8,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" path="m75,13c70,,14,132,8,226,2,320,,382,41,579v41,197,135,538,214,827c334,1695,441,2088,515,2313v74,225,193,487,186,440c694,2706,566,2345,475,2033,384,1721,227,1167,155,879,83,591,54,450,41,306,28,162,80,26,75,13xe" fillcolor="gray">
                      <v:path arrowok="t" o:connecttype="custom" o:connectlocs="47625,8255;5080,143510;26035,367665;161925,892810;327025,1468755;445135,1748155;301625,1290955;98425,558165;26035,194310;47625,8255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2149475</wp:posOffset>
                      </wp:positionH>
                      <wp:positionV relativeFrom="paragraph">
                        <wp:posOffset>819150</wp:posOffset>
                      </wp:positionV>
                      <wp:extent cx="226060" cy="1520190"/>
                      <wp:effectExtent l="12065" t="12065" r="9525" b="10795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060" cy="1520190"/>
                              </a:xfrm>
                              <a:custGeom>
                                <a:avLst/>
                                <a:gdLst>
                                  <a:gd name="T0" fmla="*/ 34 w 356"/>
                                  <a:gd name="T1" fmla="*/ 41 h 2394"/>
                                  <a:gd name="T2" fmla="*/ 1 w 356"/>
                                  <a:gd name="T3" fmla="*/ 714 h 2394"/>
                                  <a:gd name="T4" fmla="*/ 28 w 356"/>
                                  <a:gd name="T5" fmla="*/ 1201 h 2394"/>
                                  <a:gd name="T6" fmla="*/ 108 w 356"/>
                                  <a:gd name="T7" fmla="*/ 1734 h 2394"/>
                                  <a:gd name="T8" fmla="*/ 161 w 356"/>
                                  <a:gd name="T9" fmla="*/ 2114 h 2394"/>
                                  <a:gd name="T10" fmla="*/ 188 w 356"/>
                                  <a:gd name="T11" fmla="*/ 2348 h 2394"/>
                                  <a:gd name="T12" fmla="*/ 221 w 356"/>
                                  <a:gd name="T13" fmla="*/ 2388 h 2394"/>
                                  <a:gd name="T14" fmla="*/ 268 w 356"/>
                                  <a:gd name="T15" fmla="*/ 2334 h 2394"/>
                                  <a:gd name="T16" fmla="*/ 321 w 356"/>
                                  <a:gd name="T17" fmla="*/ 2134 h 2394"/>
                                  <a:gd name="T18" fmla="*/ 354 w 356"/>
                                  <a:gd name="T19" fmla="*/ 1608 h 2394"/>
                                  <a:gd name="T20" fmla="*/ 308 w 356"/>
                                  <a:gd name="T21" fmla="*/ 1928 h 2394"/>
                                  <a:gd name="T22" fmla="*/ 254 w 356"/>
                                  <a:gd name="T23" fmla="*/ 2281 h 2394"/>
                                  <a:gd name="T24" fmla="*/ 221 w 356"/>
                                  <a:gd name="T25" fmla="*/ 2348 h 2394"/>
                                  <a:gd name="T26" fmla="*/ 194 w 356"/>
                                  <a:gd name="T27" fmla="*/ 2214 h 2394"/>
                                  <a:gd name="T28" fmla="*/ 181 w 356"/>
                                  <a:gd name="T29" fmla="*/ 1861 h 2394"/>
                                  <a:gd name="T30" fmla="*/ 94 w 356"/>
                                  <a:gd name="T31" fmla="*/ 1388 h 2394"/>
                                  <a:gd name="T32" fmla="*/ 34 w 356"/>
                                  <a:gd name="T33" fmla="*/ 961 h 2394"/>
                                  <a:gd name="T34" fmla="*/ 34 w 356"/>
                                  <a:gd name="T35" fmla="*/ 41 h 23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356" h="2394">
                                    <a:moveTo>
                                      <a:pt x="34" y="41"/>
                                    </a:moveTo>
                                    <a:cubicBezTo>
                                      <a:pt x="29" y="0"/>
                                      <a:pt x="2" y="521"/>
                                      <a:pt x="1" y="714"/>
                                    </a:cubicBezTo>
                                    <a:cubicBezTo>
                                      <a:pt x="0" y="907"/>
                                      <a:pt x="10" y="1031"/>
                                      <a:pt x="28" y="1201"/>
                                    </a:cubicBezTo>
                                    <a:cubicBezTo>
                                      <a:pt x="46" y="1371"/>
                                      <a:pt x="86" y="1582"/>
                                      <a:pt x="108" y="1734"/>
                                    </a:cubicBezTo>
                                    <a:cubicBezTo>
                                      <a:pt x="130" y="1886"/>
                                      <a:pt x="148" y="2012"/>
                                      <a:pt x="161" y="2114"/>
                                    </a:cubicBezTo>
                                    <a:cubicBezTo>
                                      <a:pt x="174" y="2216"/>
                                      <a:pt x="178" y="2302"/>
                                      <a:pt x="188" y="2348"/>
                                    </a:cubicBezTo>
                                    <a:cubicBezTo>
                                      <a:pt x="198" y="2394"/>
                                      <a:pt x="208" y="2390"/>
                                      <a:pt x="221" y="2388"/>
                                    </a:cubicBezTo>
                                    <a:cubicBezTo>
                                      <a:pt x="234" y="2386"/>
                                      <a:pt x="251" y="2376"/>
                                      <a:pt x="268" y="2334"/>
                                    </a:cubicBezTo>
                                    <a:cubicBezTo>
                                      <a:pt x="285" y="2292"/>
                                      <a:pt x="307" y="2255"/>
                                      <a:pt x="321" y="2134"/>
                                    </a:cubicBezTo>
                                    <a:cubicBezTo>
                                      <a:pt x="335" y="2013"/>
                                      <a:pt x="356" y="1642"/>
                                      <a:pt x="354" y="1608"/>
                                    </a:cubicBezTo>
                                    <a:cubicBezTo>
                                      <a:pt x="352" y="1574"/>
                                      <a:pt x="325" y="1816"/>
                                      <a:pt x="308" y="1928"/>
                                    </a:cubicBezTo>
                                    <a:cubicBezTo>
                                      <a:pt x="291" y="2040"/>
                                      <a:pt x="268" y="2211"/>
                                      <a:pt x="254" y="2281"/>
                                    </a:cubicBezTo>
                                    <a:cubicBezTo>
                                      <a:pt x="240" y="2351"/>
                                      <a:pt x="231" y="2359"/>
                                      <a:pt x="221" y="2348"/>
                                    </a:cubicBezTo>
                                    <a:cubicBezTo>
                                      <a:pt x="211" y="2337"/>
                                      <a:pt x="201" y="2295"/>
                                      <a:pt x="194" y="2214"/>
                                    </a:cubicBezTo>
                                    <a:cubicBezTo>
                                      <a:pt x="187" y="2133"/>
                                      <a:pt x="198" y="1999"/>
                                      <a:pt x="181" y="1861"/>
                                    </a:cubicBezTo>
                                    <a:cubicBezTo>
                                      <a:pt x="164" y="1723"/>
                                      <a:pt x="119" y="1538"/>
                                      <a:pt x="94" y="1388"/>
                                    </a:cubicBezTo>
                                    <a:cubicBezTo>
                                      <a:pt x="69" y="1238"/>
                                      <a:pt x="44" y="1185"/>
                                      <a:pt x="34" y="961"/>
                                    </a:cubicBezTo>
                                    <a:cubicBezTo>
                                      <a:pt x="24" y="737"/>
                                      <a:pt x="39" y="82"/>
                                      <a:pt x="34" y="4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DBE9F" id="Freeform 490" o:spid="_x0000_s1026" style="position:absolute;margin-left:169.25pt;margin-top:64.5pt;width:17.8pt;height:119.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56,2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" path="m34,41c29,,2,521,1,714v-1,193,9,317,27,487c46,1371,86,1582,108,1734v22,152,40,278,53,380c174,2216,178,2302,188,2348v10,46,20,42,33,40c234,2386,251,2376,268,2334v17,-42,39,-79,53,-200c335,2013,356,1642,354,1608v-2,-34,-29,208,-46,320c291,2040,268,2211,254,2281v-14,70,-23,78,-33,67c211,2337,201,2295,194,2214v-7,-81,4,-215,-13,-353c164,1723,119,1538,94,1388,69,1238,44,1185,34,961,24,737,39,82,34,41xe" fillcolor="gray">
                      <v:path arrowok="t" o:connecttype="custom" o:connectlocs="21590,26035;635,453390;17780,762635;68580,1101090;102235,1342390;119380,1490980;140335,1516380;170180,1482090;203835,1355090;224790,1021080;195580,1224280;161290,1448435;140335,1490980;123190,1405890;114935,1181735;59690,881380;21590,610235;21590,26035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884555</wp:posOffset>
                      </wp:positionV>
                      <wp:extent cx="521335" cy="3218180"/>
                      <wp:effectExtent l="6350" t="10795" r="5715" b="9525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1335" cy="3218180"/>
                              </a:xfrm>
                              <a:custGeom>
                                <a:avLst/>
                                <a:gdLst>
                                  <a:gd name="T0" fmla="*/ 798 w 821"/>
                                  <a:gd name="T1" fmla="*/ 5038 h 5068"/>
                                  <a:gd name="T2" fmla="*/ 818 w 821"/>
                                  <a:gd name="T3" fmla="*/ 4938 h 5068"/>
                                  <a:gd name="T4" fmla="*/ 778 w 821"/>
                                  <a:gd name="T5" fmla="*/ 4591 h 5068"/>
                                  <a:gd name="T6" fmla="*/ 565 w 821"/>
                                  <a:gd name="T7" fmla="*/ 3691 h 5068"/>
                                  <a:gd name="T8" fmla="*/ 245 w 821"/>
                                  <a:gd name="T9" fmla="*/ 2525 h 5068"/>
                                  <a:gd name="T10" fmla="*/ 52 w 821"/>
                                  <a:gd name="T11" fmla="*/ 1911 h 5068"/>
                                  <a:gd name="T12" fmla="*/ 85 w 821"/>
                                  <a:gd name="T13" fmla="*/ 1398 h 5068"/>
                                  <a:gd name="T14" fmla="*/ 98 w 821"/>
                                  <a:gd name="T15" fmla="*/ 1031 h 5068"/>
                                  <a:gd name="T16" fmla="*/ 85 w 821"/>
                                  <a:gd name="T17" fmla="*/ 38 h 5068"/>
                                  <a:gd name="T18" fmla="*/ 65 w 821"/>
                                  <a:gd name="T19" fmla="*/ 805 h 5068"/>
                                  <a:gd name="T20" fmla="*/ 65 w 821"/>
                                  <a:gd name="T21" fmla="*/ 1231 h 5068"/>
                                  <a:gd name="T22" fmla="*/ 25 w 821"/>
                                  <a:gd name="T23" fmla="*/ 1531 h 5068"/>
                                  <a:gd name="T24" fmla="*/ 12 w 821"/>
                                  <a:gd name="T25" fmla="*/ 1845 h 5068"/>
                                  <a:gd name="T26" fmla="*/ 98 w 821"/>
                                  <a:gd name="T27" fmla="*/ 2185 h 5068"/>
                                  <a:gd name="T28" fmla="*/ 232 w 821"/>
                                  <a:gd name="T29" fmla="*/ 2571 h 5068"/>
                                  <a:gd name="T30" fmla="*/ 432 w 821"/>
                                  <a:gd name="T31" fmla="*/ 3318 h 5068"/>
                                  <a:gd name="T32" fmla="*/ 672 w 821"/>
                                  <a:gd name="T33" fmla="*/ 4271 h 5068"/>
                                  <a:gd name="T34" fmla="*/ 778 w 821"/>
                                  <a:gd name="T35" fmla="*/ 4758 h 5068"/>
                                  <a:gd name="T36" fmla="*/ 798 w 821"/>
                                  <a:gd name="T37" fmla="*/ 5038 h 50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821" h="5068">
                                    <a:moveTo>
                                      <a:pt x="798" y="5038"/>
                                    </a:moveTo>
                                    <a:cubicBezTo>
                                      <a:pt x="805" y="5068"/>
                                      <a:pt x="821" y="5012"/>
                                      <a:pt x="818" y="4938"/>
                                    </a:cubicBezTo>
                                    <a:cubicBezTo>
                                      <a:pt x="815" y="4864"/>
                                      <a:pt x="820" y="4799"/>
                                      <a:pt x="778" y="4591"/>
                                    </a:cubicBezTo>
                                    <a:cubicBezTo>
                                      <a:pt x="736" y="4383"/>
                                      <a:pt x="654" y="4035"/>
                                      <a:pt x="565" y="3691"/>
                                    </a:cubicBezTo>
                                    <a:cubicBezTo>
                                      <a:pt x="476" y="3347"/>
                                      <a:pt x="330" y="2822"/>
                                      <a:pt x="245" y="2525"/>
                                    </a:cubicBezTo>
                                    <a:cubicBezTo>
                                      <a:pt x="160" y="2228"/>
                                      <a:pt x="79" y="2099"/>
                                      <a:pt x="52" y="1911"/>
                                    </a:cubicBezTo>
                                    <a:cubicBezTo>
                                      <a:pt x="25" y="1723"/>
                                      <a:pt x="77" y="1545"/>
                                      <a:pt x="85" y="1398"/>
                                    </a:cubicBezTo>
                                    <a:cubicBezTo>
                                      <a:pt x="93" y="1251"/>
                                      <a:pt x="98" y="1258"/>
                                      <a:pt x="98" y="1031"/>
                                    </a:cubicBezTo>
                                    <a:cubicBezTo>
                                      <a:pt x="98" y="804"/>
                                      <a:pt x="91" y="76"/>
                                      <a:pt x="85" y="38"/>
                                    </a:cubicBezTo>
                                    <a:cubicBezTo>
                                      <a:pt x="79" y="0"/>
                                      <a:pt x="68" y="606"/>
                                      <a:pt x="65" y="805"/>
                                    </a:cubicBezTo>
                                    <a:cubicBezTo>
                                      <a:pt x="62" y="1004"/>
                                      <a:pt x="72" y="1110"/>
                                      <a:pt x="65" y="1231"/>
                                    </a:cubicBezTo>
                                    <a:cubicBezTo>
                                      <a:pt x="58" y="1352"/>
                                      <a:pt x="34" y="1429"/>
                                      <a:pt x="25" y="1531"/>
                                    </a:cubicBezTo>
                                    <a:cubicBezTo>
                                      <a:pt x="16" y="1633"/>
                                      <a:pt x="0" y="1736"/>
                                      <a:pt x="12" y="1845"/>
                                    </a:cubicBezTo>
                                    <a:cubicBezTo>
                                      <a:pt x="24" y="1954"/>
                                      <a:pt x="61" y="2064"/>
                                      <a:pt x="98" y="2185"/>
                                    </a:cubicBezTo>
                                    <a:cubicBezTo>
                                      <a:pt x="135" y="2306"/>
                                      <a:pt x="176" y="2382"/>
                                      <a:pt x="232" y="2571"/>
                                    </a:cubicBezTo>
                                    <a:cubicBezTo>
                                      <a:pt x="288" y="2760"/>
                                      <a:pt x="359" y="3035"/>
                                      <a:pt x="432" y="3318"/>
                                    </a:cubicBezTo>
                                    <a:cubicBezTo>
                                      <a:pt x="505" y="3601"/>
                                      <a:pt x="614" y="4031"/>
                                      <a:pt x="672" y="4271"/>
                                    </a:cubicBezTo>
                                    <a:cubicBezTo>
                                      <a:pt x="730" y="4511"/>
                                      <a:pt x="757" y="4630"/>
                                      <a:pt x="778" y="4758"/>
                                    </a:cubicBezTo>
                                    <a:cubicBezTo>
                                      <a:pt x="799" y="4886"/>
                                      <a:pt x="791" y="5008"/>
                                      <a:pt x="798" y="503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8D47F3" id="Freeform 489" o:spid="_x0000_s1026" style="position:absolute;margin-left:153.05pt;margin-top:69.65pt;width:41.05pt;height:253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1,5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" path="m798,5038v7,30,23,-26,20,-100c815,4864,820,4799,778,4591,736,4383,654,4035,565,3691,476,3347,330,2822,245,2525,160,2228,79,2099,52,1911,25,1723,77,1545,85,1398v8,-147,13,-140,13,-367c98,804,91,76,85,38,79,,68,606,65,805v-3,199,7,305,,426c58,1352,34,1429,25,1531,16,1633,,1736,12,1845v12,109,49,219,86,340c135,2306,176,2382,232,2571v56,189,127,464,200,747c505,3601,614,4031,672,4271v58,240,85,359,106,487c799,4886,791,5008,798,5038xe" fillcolor="gray">
                      <v:path arrowok="t" o:connecttype="custom" o:connectlocs="506730,3199130;519430,3135630;494030,2915285;358775,2343785;155575,1603375;33020,1213485;53975,887730;62230,654685;53975,24130;41275,511175;41275,781685;15875,972185;7620,1171575;62230,1387475;147320,1632585;274320,2106930;426720,2712085;494030,3021330;506730,3199130" o:connectangles="0,0,0,0,0,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8671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8671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8671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8671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8671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8671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8671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8671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8671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8671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8671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8671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8671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8671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8671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8671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51D1A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68671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5745D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68671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E201F3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A8060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8FE9C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D5C54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8671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686717">
              <w:rPr>
                <w:rFonts w:ascii="Arial" w:hAnsi="Arial" w:cs="Arial"/>
                <w:sz w:val="18"/>
                <w:szCs w:val="20"/>
              </w:rPr>
              <w:t xml:space="preserve"> IMT = 12mm.</w:t>
            </w:r>
            <w:r w:rsidR="00686717">
              <w:rPr>
                <w:rFonts w:ascii="Arial" w:hAnsi="Arial"/>
                <w:bCs/>
                <w:sz w:val="18"/>
                <w:szCs w:val="18"/>
              </w:rPr>
              <w:t xml:space="preserve"> No significant stenosis or haemodynamic changes detected.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686717">
              <w:rPr>
                <w:rFonts w:ascii="Arial" w:hAnsi="Arial"/>
                <w:bCs/>
                <w:sz w:val="18"/>
                <w:szCs w:val="18"/>
              </w:rPr>
              <w:t xml:space="preserve"> IMT= 10mm. No significant stenosis or haemodynamic changes detected. </w:t>
            </w:r>
          </w:p>
          <w:p w:rsidR="00686717" w:rsidRPr="00BE67C6" w:rsidRDefault="00686717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686717" w:rsidRPr="00BE67C6" w:rsidRDefault="00686717" w:rsidP="00BE67C6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-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717" w:rsidRDefault="00686717">
      <w:r>
        <w:separator/>
      </w:r>
    </w:p>
  </w:endnote>
  <w:endnote w:type="continuationSeparator" w:id="0">
    <w:p w:rsidR="00686717" w:rsidRDefault="00686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717" w:rsidRDefault="00686717">
      <w:r>
        <w:separator/>
      </w:r>
    </w:p>
  </w:footnote>
  <w:footnote w:type="continuationSeparator" w:id="0">
    <w:p w:rsidR="00686717" w:rsidRDefault="006867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68671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717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2E41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A4AF1"/>
    <w:rsid w:val="003B7DF9"/>
    <w:rsid w:val="003F58CA"/>
    <w:rsid w:val="003F6A8A"/>
    <w:rsid w:val="00400424"/>
    <w:rsid w:val="00402BD8"/>
    <w:rsid w:val="0041713E"/>
    <w:rsid w:val="00421886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6717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C0B7D6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yeunga2\Desktop\AY%20templates\Carotid\Carotid%20Standard%20PCH%20nl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 2.dot</Template>
  <TotalTime>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2021-10-11T09:50:00Z</dcterms:created>
  <dcterms:modified xsi:type="dcterms:W3CDTF">2021-10-12T10:13:00Z</dcterms:modified>
</cp:coreProperties>
</file>